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36ABF" w14:textId="77777777" w:rsidR="0035557C" w:rsidRPr="0035557C" w:rsidRDefault="0035557C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 w:rsidRPr="0035557C">
        <w:rPr>
          <w:rFonts w:ascii="Arial" w:hAnsi="Arial" w:cs="Arial"/>
          <w:b/>
          <w:bCs/>
          <w:sz w:val="28"/>
          <w:szCs w:val="28"/>
        </w:rPr>
        <w:t>Bilan d’accompagnement de l’élève</w:t>
      </w:r>
    </w:p>
    <w:bookmarkEnd w:id="0"/>
    <w:p w14:paraId="20F2F589" w14:textId="77777777" w:rsidR="0035557C" w:rsidRPr="006560C7" w:rsidRDefault="0035557C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560C7">
        <w:rPr>
          <w:rFonts w:ascii="Arial" w:hAnsi="Arial" w:cs="Arial"/>
          <w:sz w:val="18"/>
          <w:szCs w:val="18"/>
        </w:rPr>
        <w:t>Document à renseigner et à annexer à l’attestation de sortie pour chaque participant pour lequel l’utilisation d’un barème standard de coût unitaire est prévue au titre du paiement FSE+.</w:t>
      </w:r>
    </w:p>
    <w:p w14:paraId="23C23B93" w14:textId="77777777" w:rsidR="0035557C" w:rsidRPr="006560C7" w:rsidRDefault="0035557C" w:rsidP="00E20B06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560C7">
        <w:rPr>
          <w:rFonts w:ascii="Arial" w:hAnsi="Arial" w:cs="Arial"/>
          <w:sz w:val="18"/>
          <w:szCs w:val="18"/>
        </w:rPr>
        <w:t>Le renseignement de cette fiche peut être variable en fonction de la finalité et type d’accompagnement réalisé (format à stabiliser lors du conventionnement avec le porteur de projet).</w:t>
      </w:r>
    </w:p>
    <w:p w14:paraId="6D742FB8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600997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D57A453" w14:textId="77777777" w:rsidR="0035557C" w:rsidRDefault="009469A8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4647CF01" w14:textId="77777777" w:rsidR="009469A8" w:rsidRPr="0035557C" w:rsidRDefault="009469A8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BDD44C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02A5A52D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7BE5902" w14:textId="77777777" w:rsidR="0035557C" w:rsidRPr="0035557C" w:rsidRDefault="0035557C" w:rsidP="009B01D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07E1F253" w14:textId="77777777" w:rsidR="009B01D0" w:rsidRDefault="009B01D0" w:rsidP="009B01D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 xml:space="preserve"> :  </w:t>
      </w:r>
      <w:r w:rsidRPr="00621982">
        <w:rPr>
          <w:rFonts w:ascii="Calibri" w:hAnsi="Calibri"/>
          <w:lang w:eastAsia="en-US"/>
        </w:rPr>
        <w:t>|__|__|__|__|__|__|__|__|__|__|__|__|__|__|__|__|__|__|__|__|</w:t>
      </w:r>
    </w:p>
    <w:p w14:paraId="021A138D" w14:textId="77777777" w:rsidR="009B01D0" w:rsidRDefault="009B01D0" w:rsidP="009B01D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id="1" w:name="_Hlk132371734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1"/>
    </w:p>
    <w:p w14:paraId="06B5A1A3" w14:textId="1032CAA7" w:rsidR="001C3D9B" w:rsidRPr="0035557C" w:rsidRDefault="009B01D0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id="2" w:name="_Hlk132371774"/>
      <w:r w:rsidRPr="00621982">
        <w:rPr>
          <w:rFonts w:ascii="Calibri" w:hAnsi="Calibri"/>
          <w:lang w:eastAsia="en-US"/>
        </w:rPr>
        <w:t>__|</w:t>
      </w:r>
      <w:bookmarkEnd w:id="2"/>
    </w:p>
    <w:p w14:paraId="05AAD2D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05686F76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 w:val="22"/>
          <w:szCs w:val="22"/>
        </w:rPr>
      </w:pPr>
    </w:p>
    <w:p w14:paraId="1288A90F" w14:textId="77777777" w:rsidR="0035557C" w:rsidRPr="0035557C" w:rsidRDefault="0035557C" w:rsidP="006560C7">
      <w:pPr>
        <w:spacing w:before="24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b/>
          <w:bCs/>
          <w:sz w:val="22"/>
          <w:szCs w:val="22"/>
        </w:rPr>
        <w:t>Actions réalisées</w:t>
      </w:r>
      <w:r w:rsidRPr="0035557C">
        <w:rPr>
          <w:rFonts w:ascii="Arial" w:hAnsi="Arial" w:cs="Arial"/>
          <w:sz w:val="22"/>
          <w:szCs w:val="22"/>
        </w:rPr>
        <w:t xml:space="preserve"> (type de barème standard de coût unitaire associé)</w:t>
      </w:r>
      <w:r>
        <w:rPr>
          <w:rFonts w:ascii="Arial" w:hAnsi="Arial" w:cs="Arial"/>
          <w:sz w:val="22"/>
          <w:szCs w:val="22"/>
        </w:rPr>
        <w:t> :</w:t>
      </w:r>
    </w:p>
    <w:p w14:paraId="1FCA57DA" w14:textId="290D30D9" w:rsidR="0035557C" w:rsidRPr="0035557C" w:rsidRDefault="00000000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8248640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486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Accompagnement ponctuel</w:t>
      </w:r>
    </w:p>
    <w:p w14:paraId="309910E6" w14:textId="7A17CB5F" w:rsidR="0035557C" w:rsidRPr="0035557C" w:rsidRDefault="00000000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6182530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486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7B2A2510" w14:textId="7DE1F3D8" w:rsidR="0035557C" w:rsidRPr="0035557C" w:rsidRDefault="00000000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106676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1AB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Classe renforcée</w:t>
      </w:r>
    </w:p>
    <w:p w14:paraId="23659AE5" w14:textId="77777777" w:rsidR="0035557C" w:rsidRDefault="0035557C" w:rsidP="00894864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Etablissement et classe de rattachement (si applicable) : </w:t>
      </w:r>
      <w:r>
        <w:rPr>
          <w:rFonts w:ascii="Arial" w:hAnsi="Arial" w:cs="Arial"/>
          <w:sz w:val="22"/>
          <w:szCs w:val="22"/>
        </w:rPr>
        <w:tab/>
      </w:r>
    </w:p>
    <w:p w14:paraId="7A9971D4" w14:textId="1954FF4F" w:rsidR="008137DA" w:rsidRPr="008137DA" w:rsidRDefault="0035557C" w:rsidP="008565F8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5BD6B48" w14:textId="77777777" w:rsidR="0035557C" w:rsidRPr="0035557C" w:rsidRDefault="0035557C" w:rsidP="00FA082E">
      <w:pPr>
        <w:spacing w:before="240"/>
        <w:rPr>
          <w:rFonts w:ascii="Arial" w:hAnsi="Arial" w:cs="Arial"/>
          <w:sz w:val="22"/>
          <w:szCs w:val="22"/>
        </w:rPr>
      </w:pPr>
      <w:r w:rsidRPr="001075AF">
        <w:rPr>
          <w:rFonts w:ascii="Arial" w:hAnsi="Arial" w:cs="Arial"/>
          <w:b/>
          <w:bCs/>
          <w:sz w:val="22"/>
          <w:szCs w:val="22"/>
        </w:rPr>
        <w:t>Actions et activités réalisées</w:t>
      </w:r>
      <w:r w:rsidR="001075AF">
        <w:rPr>
          <w:rFonts w:ascii="Arial" w:hAnsi="Arial" w:cs="Arial"/>
          <w:sz w:val="22"/>
          <w:szCs w:val="22"/>
        </w:rPr>
        <w:t> :</w:t>
      </w:r>
    </w:p>
    <w:p w14:paraId="7EC9AB4E" w14:textId="2E9BDF22" w:rsidR="0035557C" w:rsidRPr="00087303" w:rsidRDefault="00000000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9337015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26C6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Entretiens individuels</w:t>
      </w:r>
      <w:r w:rsidR="00E82EC9">
        <w:rPr>
          <w:rFonts w:ascii="Arial" w:hAnsi="Arial" w:cs="Arial"/>
          <w:sz w:val="22"/>
          <w:szCs w:val="22"/>
        </w:rPr>
        <w:t xml:space="preserve">, </w:t>
      </w:r>
      <w:r w:rsidR="0035557C" w:rsidRPr="0035557C">
        <w:rPr>
          <w:rFonts w:ascii="Arial" w:hAnsi="Arial" w:cs="Arial"/>
          <w:sz w:val="22"/>
          <w:szCs w:val="22"/>
        </w:rPr>
        <w:t>préciser le nombre</w:t>
      </w:r>
      <w:r w:rsidR="005B3544">
        <w:rPr>
          <w:rFonts w:ascii="Arial" w:hAnsi="Arial" w:cs="Arial"/>
          <w:sz w:val="22"/>
          <w:szCs w:val="22"/>
        </w:rPr>
        <w:t xml:space="preserve"> : </w:t>
      </w:r>
      <w:r w:rsidR="007C7398" w:rsidRPr="00087303">
        <w:rPr>
          <w:rFonts w:ascii="Arial" w:hAnsi="Arial" w:cs="Arial"/>
          <w:sz w:val="22"/>
          <w:szCs w:val="22"/>
        </w:rPr>
        <w:t>………</w:t>
      </w:r>
    </w:p>
    <w:p w14:paraId="19BDBCCF" w14:textId="3D68A502" w:rsidR="0035557C" w:rsidRPr="00087303" w:rsidRDefault="00000000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2922484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Ateliers / session</w:t>
      </w:r>
      <w:r w:rsidR="002B0D24">
        <w:rPr>
          <w:rFonts w:ascii="Arial" w:hAnsi="Arial" w:cs="Arial"/>
          <w:sz w:val="22"/>
          <w:szCs w:val="22"/>
        </w:rPr>
        <w:t>s</w:t>
      </w:r>
      <w:r w:rsidR="0035557C" w:rsidRPr="0035557C">
        <w:rPr>
          <w:rFonts w:ascii="Arial" w:hAnsi="Arial" w:cs="Arial"/>
          <w:sz w:val="22"/>
          <w:szCs w:val="22"/>
        </w:rPr>
        <w:t xml:space="preserve"> collective</w:t>
      </w:r>
      <w:r w:rsidR="002B0D24">
        <w:rPr>
          <w:rFonts w:ascii="Arial" w:hAnsi="Arial" w:cs="Arial"/>
          <w:sz w:val="22"/>
          <w:szCs w:val="22"/>
        </w:rPr>
        <w:t>s</w:t>
      </w:r>
      <w:r w:rsidR="00894864">
        <w:rPr>
          <w:rFonts w:ascii="Arial" w:hAnsi="Arial" w:cs="Arial"/>
          <w:sz w:val="22"/>
          <w:szCs w:val="22"/>
        </w:rPr>
        <w:t xml:space="preserve">, </w:t>
      </w:r>
      <w:r w:rsidR="0035557C" w:rsidRPr="0035557C">
        <w:rPr>
          <w:rFonts w:ascii="Arial" w:hAnsi="Arial" w:cs="Arial"/>
          <w:sz w:val="22"/>
          <w:szCs w:val="22"/>
        </w:rPr>
        <w:t>préciser le nombre</w:t>
      </w:r>
      <w:r w:rsidR="005B3544">
        <w:rPr>
          <w:rFonts w:ascii="Arial" w:hAnsi="Arial" w:cs="Arial"/>
          <w:sz w:val="22"/>
          <w:szCs w:val="22"/>
        </w:rPr>
        <w:t xml:space="preserve"> : </w:t>
      </w:r>
      <w:r w:rsidR="005B3544" w:rsidRPr="00087303">
        <w:rPr>
          <w:rFonts w:ascii="Arial" w:hAnsi="Arial" w:cs="Arial"/>
          <w:sz w:val="22"/>
          <w:szCs w:val="22"/>
        </w:rPr>
        <w:t>…</w:t>
      </w:r>
      <w:r w:rsidR="007C7398" w:rsidRPr="00087303">
        <w:rPr>
          <w:rFonts w:ascii="Arial" w:hAnsi="Arial" w:cs="Arial"/>
          <w:sz w:val="22"/>
          <w:szCs w:val="22"/>
        </w:rPr>
        <w:t>……</w:t>
      </w:r>
    </w:p>
    <w:p w14:paraId="1F011337" w14:textId="1D6584FA" w:rsidR="00F22CC5" w:rsidRDefault="00000000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1777393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 xml:space="preserve">Immersion </w:t>
      </w:r>
      <w:r w:rsidR="002D3BBE" w:rsidRPr="0035557C">
        <w:rPr>
          <w:rFonts w:ascii="Arial" w:hAnsi="Arial" w:cs="Arial"/>
          <w:sz w:val="22"/>
          <w:szCs w:val="22"/>
        </w:rPr>
        <w:t>pro</w:t>
      </w:r>
      <w:r w:rsidR="002D3BBE">
        <w:rPr>
          <w:rFonts w:ascii="Arial" w:hAnsi="Arial" w:cs="Arial"/>
          <w:sz w:val="22"/>
          <w:szCs w:val="22"/>
        </w:rPr>
        <w:t>fessionnelle</w:t>
      </w:r>
      <w:r w:rsidR="0035557C" w:rsidRPr="0035557C">
        <w:rPr>
          <w:rFonts w:ascii="Arial" w:hAnsi="Arial" w:cs="Arial"/>
          <w:sz w:val="22"/>
          <w:szCs w:val="22"/>
        </w:rPr>
        <w:t xml:space="preserve"> </w:t>
      </w:r>
      <w:r w:rsidR="00600997">
        <w:rPr>
          <w:rFonts w:ascii="Arial" w:hAnsi="Arial" w:cs="Arial"/>
          <w:sz w:val="22"/>
          <w:szCs w:val="22"/>
        </w:rPr>
        <w:t>ou</w:t>
      </w:r>
      <w:r w:rsidR="0035557C" w:rsidRPr="0035557C">
        <w:rPr>
          <w:rFonts w:ascii="Arial" w:hAnsi="Arial" w:cs="Arial"/>
          <w:sz w:val="22"/>
          <w:szCs w:val="22"/>
        </w:rPr>
        <w:t xml:space="preserve"> activité extrascolaire</w:t>
      </w:r>
      <w:r w:rsidR="00F22CC5">
        <w:rPr>
          <w:rFonts w:ascii="Arial" w:hAnsi="Arial" w:cs="Arial"/>
          <w:sz w:val="22"/>
          <w:szCs w:val="22"/>
        </w:rPr>
        <w:br w:type="page"/>
      </w:r>
    </w:p>
    <w:p w14:paraId="3E6F85C6" w14:textId="0FA87402" w:rsidR="00D41971" w:rsidRDefault="00000000" w:rsidP="00D4197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922672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Equipement spécifique mis à disposition de l’élève</w:t>
      </w:r>
      <w:r w:rsidR="006F43F2">
        <w:rPr>
          <w:rFonts w:ascii="Arial" w:hAnsi="Arial" w:cs="Arial"/>
          <w:sz w:val="22"/>
          <w:szCs w:val="22"/>
        </w:rPr>
        <w:t xml:space="preserve">, </w:t>
      </w:r>
      <w:r w:rsidR="00D41971" w:rsidRPr="0035557C">
        <w:rPr>
          <w:rFonts w:ascii="Arial" w:hAnsi="Arial" w:cs="Arial"/>
          <w:sz w:val="22"/>
          <w:szCs w:val="22"/>
        </w:rPr>
        <w:t xml:space="preserve">à préciser : </w:t>
      </w:r>
      <w:r w:rsidR="00D41971">
        <w:rPr>
          <w:rFonts w:ascii="Arial" w:hAnsi="Arial" w:cs="Arial"/>
          <w:sz w:val="22"/>
          <w:szCs w:val="22"/>
        </w:rPr>
        <w:tab/>
      </w:r>
    </w:p>
    <w:p w14:paraId="576BDB7D" w14:textId="77777777" w:rsidR="00D41971" w:rsidRDefault="00D41971" w:rsidP="00D4197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2A38F6B" w14:textId="57C1B4BE" w:rsidR="00952C79" w:rsidRPr="0035557C" w:rsidRDefault="00952C79" w:rsidP="00D4197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B35479D" w14:textId="166DDA63" w:rsidR="004F1767" w:rsidRDefault="00000000" w:rsidP="004F1767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6270878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Matérialisation d’un projet</w:t>
      </w:r>
      <w:r w:rsidR="00226C6F">
        <w:rPr>
          <w:rFonts w:ascii="Arial" w:hAnsi="Arial" w:cs="Arial"/>
          <w:sz w:val="22"/>
          <w:szCs w:val="22"/>
        </w:rPr>
        <w:t xml:space="preserve">, </w:t>
      </w:r>
      <w:r w:rsidR="004F1767" w:rsidRPr="0035557C">
        <w:rPr>
          <w:rFonts w:ascii="Arial" w:hAnsi="Arial" w:cs="Arial"/>
          <w:sz w:val="22"/>
          <w:szCs w:val="22"/>
        </w:rPr>
        <w:t xml:space="preserve">à préciser : </w:t>
      </w:r>
      <w:r w:rsidR="004F1767">
        <w:rPr>
          <w:rFonts w:ascii="Arial" w:hAnsi="Arial" w:cs="Arial"/>
          <w:sz w:val="22"/>
          <w:szCs w:val="22"/>
        </w:rPr>
        <w:tab/>
      </w:r>
    </w:p>
    <w:p w14:paraId="5D84307E" w14:textId="6828642A" w:rsidR="0035557C" w:rsidRDefault="004F1767" w:rsidP="0006323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F90CDE2" w14:textId="0137373D" w:rsidR="00952C79" w:rsidRPr="00087303" w:rsidRDefault="00952C79" w:rsidP="0006323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3454251" w14:textId="3DD82B98" w:rsidR="0035557C" w:rsidRDefault="00000000" w:rsidP="001075AF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5668766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1AB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075AF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Autre</w:t>
      </w:r>
      <w:r w:rsidR="00F22CC5">
        <w:rPr>
          <w:rFonts w:ascii="Arial" w:hAnsi="Arial" w:cs="Arial"/>
          <w:sz w:val="22"/>
          <w:szCs w:val="22"/>
        </w:rPr>
        <w:t xml:space="preserve">, </w:t>
      </w:r>
      <w:r w:rsidR="0035557C" w:rsidRPr="0035557C">
        <w:rPr>
          <w:rFonts w:ascii="Arial" w:hAnsi="Arial" w:cs="Arial"/>
          <w:sz w:val="22"/>
          <w:szCs w:val="22"/>
        </w:rPr>
        <w:t>à préciser</w:t>
      </w:r>
      <w:r w:rsidR="00F22CC5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 xml:space="preserve">: </w:t>
      </w:r>
      <w:r w:rsidR="001075AF">
        <w:rPr>
          <w:rFonts w:ascii="Arial" w:hAnsi="Arial" w:cs="Arial"/>
          <w:sz w:val="22"/>
          <w:szCs w:val="22"/>
        </w:rPr>
        <w:tab/>
      </w:r>
    </w:p>
    <w:p w14:paraId="030DF086" w14:textId="77777777" w:rsidR="001075AF" w:rsidRPr="0035557C" w:rsidRDefault="001075AF" w:rsidP="001075AF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D10904" w14:textId="77777777" w:rsidR="0035557C" w:rsidRPr="0035557C" w:rsidRDefault="0035557C" w:rsidP="0035557C">
      <w:pPr>
        <w:spacing w:before="120"/>
        <w:rPr>
          <w:rFonts w:ascii="Arial" w:hAnsi="Arial" w:cs="Arial"/>
          <w:sz w:val="22"/>
          <w:szCs w:val="22"/>
        </w:rPr>
      </w:pPr>
    </w:p>
    <w:p w14:paraId="1653AB1C" w14:textId="77777777" w:rsid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>Bilan en termes de comportement général</w:t>
      </w:r>
      <w:r w:rsidRPr="0035557C">
        <w:rPr>
          <w:rFonts w:ascii="Arial" w:hAnsi="Arial" w:cs="Arial"/>
          <w:sz w:val="22"/>
          <w:szCs w:val="22"/>
        </w:rPr>
        <w:t xml:space="preserve"> : </w:t>
      </w:r>
      <w:r w:rsidR="001075AF">
        <w:rPr>
          <w:rFonts w:ascii="Arial" w:hAnsi="Arial" w:cs="Arial"/>
          <w:sz w:val="22"/>
          <w:szCs w:val="22"/>
        </w:rPr>
        <w:tab/>
      </w:r>
    </w:p>
    <w:p w14:paraId="22D814AF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69E4A4D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19545D1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6A40E3C" w14:textId="2D0CCA25" w:rsidR="00240591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599337D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1591218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C84D2E4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EC2ED2F" w14:textId="77777777" w:rsidR="0035557C" w:rsidRP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71218AA" w14:textId="77777777" w:rsid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>Bilan en termes d’assiduité et de ponctualité</w:t>
      </w:r>
      <w:r w:rsidRPr="0035557C">
        <w:rPr>
          <w:rFonts w:ascii="Arial" w:hAnsi="Arial" w:cs="Arial"/>
          <w:sz w:val="22"/>
          <w:szCs w:val="22"/>
        </w:rPr>
        <w:t xml:space="preserve"> :</w:t>
      </w:r>
      <w:r w:rsidR="001075AF">
        <w:rPr>
          <w:rFonts w:ascii="Arial" w:hAnsi="Arial" w:cs="Arial"/>
          <w:sz w:val="22"/>
          <w:szCs w:val="22"/>
        </w:rPr>
        <w:t xml:space="preserve"> </w:t>
      </w:r>
      <w:r w:rsidR="001075AF">
        <w:rPr>
          <w:rFonts w:ascii="Arial" w:hAnsi="Arial" w:cs="Arial"/>
          <w:sz w:val="22"/>
          <w:szCs w:val="22"/>
        </w:rPr>
        <w:tab/>
      </w:r>
    </w:p>
    <w:p w14:paraId="2C48FD83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7325692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12FD98F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3BA1779" w14:textId="77777777" w:rsidR="00240591" w:rsidRPr="0035557C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DB5206F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A9F87F" w14:textId="77777777" w:rsidR="001C23C5" w:rsidRPr="0035557C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401FD45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5232C3C" w14:textId="77777777" w:rsidR="0035557C" w:rsidRP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164EB3E" w14:textId="77777777" w:rsidR="00C165C3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 xml:space="preserve">Bilan pédagogique de la participation </w:t>
      </w:r>
      <w:r w:rsidR="00600997">
        <w:rPr>
          <w:rFonts w:ascii="Arial" w:hAnsi="Arial" w:cs="Arial"/>
          <w:b/>
          <w:bCs/>
          <w:sz w:val="22"/>
          <w:szCs w:val="22"/>
        </w:rPr>
        <w:t xml:space="preserve">ou </w:t>
      </w:r>
      <w:r w:rsidRPr="00636B6C">
        <w:rPr>
          <w:rFonts w:ascii="Arial" w:hAnsi="Arial" w:cs="Arial"/>
          <w:b/>
          <w:bCs/>
          <w:sz w:val="22"/>
          <w:szCs w:val="22"/>
        </w:rPr>
        <w:t>implication de l’élève/ résultats scolaires</w:t>
      </w:r>
      <w:r w:rsidRPr="0035557C">
        <w:rPr>
          <w:rFonts w:ascii="Arial" w:hAnsi="Arial" w:cs="Arial"/>
          <w:sz w:val="22"/>
          <w:szCs w:val="22"/>
        </w:rPr>
        <w:t xml:space="preserve"> :</w:t>
      </w:r>
      <w:r w:rsidR="001075AF">
        <w:rPr>
          <w:rFonts w:ascii="Arial" w:hAnsi="Arial" w:cs="Arial"/>
          <w:sz w:val="22"/>
          <w:szCs w:val="22"/>
        </w:rPr>
        <w:t xml:space="preserve"> </w:t>
      </w:r>
      <w:r w:rsidR="001075AF">
        <w:rPr>
          <w:rFonts w:ascii="Arial" w:hAnsi="Arial" w:cs="Arial"/>
          <w:sz w:val="22"/>
          <w:szCs w:val="22"/>
        </w:rPr>
        <w:tab/>
      </w:r>
    </w:p>
    <w:p w14:paraId="67A15D26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47F5A6A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4BC65A8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A94AD02" w14:textId="77777777" w:rsidR="00240591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BB9BF59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A8E9ED4" w14:textId="4B230674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CB08801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4D793D2" w14:textId="77777777" w:rsidR="00636B6C" w:rsidRDefault="00636B6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  <w:sectPr w:rsidR="00636B6C" w:rsidSect="00AF537B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17" w:right="1417" w:bottom="1417" w:left="1417" w:header="1134" w:footer="720" w:gutter="0"/>
          <w:cols w:space="720"/>
          <w:titlePg/>
          <w:docGrid w:linePitch="272"/>
        </w:sectPr>
      </w:pPr>
    </w:p>
    <w:p w14:paraId="2D4E9D8E" w14:textId="77777777" w:rsidR="00636B6C" w:rsidRPr="00636B6C" w:rsidRDefault="00636B6C" w:rsidP="00636B6C">
      <w:pPr>
        <w:tabs>
          <w:tab w:val="left" w:leader="dot" w:pos="9072"/>
        </w:tabs>
        <w:spacing w:before="120" w:after="36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lastRenderedPageBreak/>
        <w:t>Rappel de la situation à l’entrée et résultats constatés</w:t>
      </w:r>
      <w:r>
        <w:rPr>
          <w:rFonts w:ascii="Arial" w:hAnsi="Arial" w:cs="Arial"/>
          <w:sz w:val="22"/>
          <w:szCs w:val="22"/>
        </w:rPr>
        <w:t> :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0"/>
        <w:gridCol w:w="3571"/>
        <w:gridCol w:w="3571"/>
        <w:gridCol w:w="3571"/>
      </w:tblGrid>
      <w:tr w:rsidR="00636B6C" w:rsidRPr="00591A26" w14:paraId="419F66FC" w14:textId="77777777" w:rsidTr="00636B6C">
        <w:trPr>
          <w:trHeight w:val="680"/>
        </w:trPr>
        <w:tc>
          <w:tcPr>
            <w:tcW w:w="3570" w:type="dxa"/>
            <w:shd w:val="clear" w:color="auto" w:fill="auto"/>
            <w:vAlign w:val="center"/>
          </w:tcPr>
          <w:p w14:paraId="3BFF2841" w14:textId="77FEF283" w:rsidR="00636B6C" w:rsidRPr="00636B6C" w:rsidRDefault="00F72DE3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7303">
              <w:rPr>
                <w:rFonts w:ascii="Arial" w:hAnsi="Arial" w:cs="Arial"/>
                <w:b/>
                <w:bCs/>
                <w:sz w:val="22"/>
                <w:szCs w:val="22"/>
              </w:rPr>
              <w:t>Objectifs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r w:rsidR="00636B6C"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Axes de travail</w:t>
            </w:r>
            <w:r w:rsidR="00636B6C"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4"/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46B80D05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Résultats attendus</w:t>
            </w:r>
            <w:r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5"/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1DD856A1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Résultats constatés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0F8021DA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Commentaires </w:t>
            </w:r>
            <w:r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6"/>
            </w:r>
          </w:p>
        </w:tc>
      </w:tr>
      <w:tr w:rsidR="00636B6C" w:rsidRPr="00591A26" w14:paraId="546F9A1C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1B3EB3A1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4F7DF869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2EAFB494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25AF62D7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0C6DA850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5878135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118BC5E8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A34171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7B65D37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229AC7A2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65DECE1E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2F96328F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01E73B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1B4AE0B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102468FB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26E969D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638D5A34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40CA7095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14DC8F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537B" w:rsidRPr="00591A26" w14:paraId="13ED0A5F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5FDC1B35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1A0C98AC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7049BED8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582B65CB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B38807" w14:textId="77777777" w:rsidR="00AF537B" w:rsidRDefault="00AF537B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  <w:sectPr w:rsidR="00AF537B" w:rsidSect="00636B6C">
          <w:headerReference w:type="default" r:id="rId15"/>
          <w:headerReference w:type="first" r:id="rId16"/>
          <w:pgSz w:w="16838" w:h="11906" w:orient="landscape"/>
          <w:pgMar w:top="1417" w:right="1417" w:bottom="1417" w:left="1417" w:header="1134" w:footer="720" w:gutter="0"/>
          <w:cols w:space="720"/>
          <w:titlePg/>
          <w:docGrid w:linePitch="272"/>
        </w:sectPr>
      </w:pPr>
    </w:p>
    <w:p w14:paraId="0D7619C9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b/>
          <w:bCs/>
          <w:sz w:val="22"/>
          <w:szCs w:val="22"/>
        </w:rPr>
        <w:lastRenderedPageBreak/>
        <w:t>Prochaines étapes</w:t>
      </w:r>
      <w:r w:rsidRPr="00AF537B">
        <w:rPr>
          <w:rFonts w:ascii="Arial" w:hAnsi="Arial" w:cs="Arial"/>
          <w:sz w:val="22"/>
          <w:szCs w:val="22"/>
        </w:rPr>
        <w:t xml:space="preserve"> (retour en classe banale, passage en classe supérieur</w:t>
      </w:r>
      <w:r w:rsidR="00600997">
        <w:rPr>
          <w:rFonts w:ascii="Arial" w:hAnsi="Arial" w:cs="Arial"/>
          <w:sz w:val="22"/>
          <w:szCs w:val="22"/>
        </w:rPr>
        <w:t>e</w:t>
      </w:r>
      <w:r w:rsidRPr="00AF537B">
        <w:rPr>
          <w:rFonts w:ascii="Arial" w:hAnsi="Arial" w:cs="Arial"/>
          <w:sz w:val="22"/>
          <w:szCs w:val="22"/>
        </w:rPr>
        <w:t>, projet de l’élève, autres accompagnements complémentaires potentiellement mobilisables…) 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</w:p>
    <w:p w14:paraId="06C7F210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F9E1293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E3B652C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7A525AC" w14:textId="77777777" w:rsidR="00AF537B" w:rsidRPr="00AF537B" w:rsidRDefault="00240591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5A30569" w14:textId="77777777" w:rsidR="00AF537B" w:rsidRP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6A136362" w14:textId="77777777" w:rsidR="00AF537B" w:rsidRPr="00AF537B" w:rsidRDefault="00AF537B" w:rsidP="00035385">
      <w:pPr>
        <w:tabs>
          <w:tab w:val="left" w:leader="dot" w:pos="4536"/>
          <w:tab w:val="left" w:leader="dot" w:pos="9072"/>
        </w:tabs>
        <w:spacing w:before="60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ab/>
      </w:r>
    </w:p>
    <w:p w14:paraId="04D8A96E" w14:textId="77777777" w:rsidR="00AF537B" w:rsidRPr="00AF537B" w:rsidRDefault="00AF537B" w:rsidP="00035385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p w14:paraId="06E899FC" w14:textId="77777777" w:rsidR="00AF537B" w:rsidRDefault="00600997" w:rsidP="00AF537B">
      <w:pPr>
        <w:tabs>
          <w:tab w:val="left" w:leader="dot" w:pos="9072"/>
        </w:tabs>
        <w:spacing w:before="240" w:after="240"/>
        <w:ind w:left="4536"/>
        <w:jc w:val="center"/>
        <w:rPr>
          <w:rFonts w:ascii="Arial" w:hAnsi="Arial" w:cs="Arial"/>
          <w:sz w:val="22"/>
          <w:szCs w:val="22"/>
        </w:rPr>
      </w:pPr>
      <w:r w:rsidRPr="00600997">
        <w:rPr>
          <w:rFonts w:ascii="Arial" w:hAnsi="Arial" w:cs="Arial"/>
          <w:sz w:val="22"/>
          <w:szCs w:val="22"/>
        </w:rPr>
        <w:t>Signature du responsable et cachet de la structure d’accueil ou accompagnatrice</w:t>
      </w:r>
    </w:p>
    <w:tbl>
      <w:tblPr>
        <w:tblStyle w:val="Grilledutableau"/>
        <w:tblW w:w="0" w:type="auto"/>
        <w:tblInd w:w="453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AF537B" w14:paraId="47F264B8" w14:textId="77777777" w:rsidTr="00AF537B">
        <w:tc>
          <w:tcPr>
            <w:tcW w:w="9062" w:type="dxa"/>
          </w:tcPr>
          <w:p w14:paraId="246814CB" w14:textId="77777777" w:rsidR="00AF537B" w:rsidRDefault="00AF537B" w:rsidP="00AF537B">
            <w:pPr>
              <w:tabs>
                <w:tab w:val="left" w:leader="dot" w:pos="9072"/>
              </w:tabs>
              <w:spacing w:before="600" w:after="60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0ED0CB" w14:textId="77777777" w:rsidR="00AF537B" w:rsidRPr="00AF537B" w:rsidRDefault="00AF537B" w:rsidP="00AF537B">
      <w:pPr>
        <w:tabs>
          <w:tab w:val="left" w:leader="dot" w:pos="9072"/>
        </w:tabs>
        <w:ind w:left="4536"/>
        <w:jc w:val="center"/>
        <w:rPr>
          <w:rFonts w:ascii="Arial" w:hAnsi="Arial" w:cs="Arial"/>
          <w:sz w:val="22"/>
          <w:szCs w:val="22"/>
        </w:rPr>
      </w:pPr>
    </w:p>
    <w:p w14:paraId="086CCF72" w14:textId="77777777" w:rsidR="00AF537B" w:rsidRPr="00AF537B" w:rsidRDefault="00AF537B" w:rsidP="00AF537B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14:paraId="515EF7C5" w14:textId="77777777" w:rsidR="0027734D" w:rsidRPr="0035557C" w:rsidRDefault="0027734D" w:rsidP="00AF537B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sectPr w:rsidR="0027734D" w:rsidRPr="0035557C" w:rsidSect="00AF537B">
      <w:headerReference w:type="default" r:id="rId17"/>
      <w:footerReference w:type="first" r:id="rId18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3F947" w14:textId="77777777" w:rsidR="00FD0CCF" w:rsidRDefault="00FD0CCF" w:rsidP="00BD2D2B">
      <w:r>
        <w:separator/>
      </w:r>
    </w:p>
  </w:endnote>
  <w:endnote w:type="continuationSeparator" w:id="0">
    <w:p w14:paraId="396F0CED" w14:textId="77777777" w:rsidR="00FD0CCF" w:rsidRDefault="00FD0CCF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98A2" w14:textId="5D0E6364" w:rsidR="00C135F2" w:rsidRPr="001075AF" w:rsidRDefault="001075AF" w:rsidP="001075AF">
    <w:pPr>
      <w:pStyle w:val="Pieddepage"/>
      <w:jc w:val="center"/>
      <w:rPr>
        <w:rFonts w:ascii="Arial" w:hAnsi="Arial" w:cs="Arial"/>
      </w:rPr>
    </w:pPr>
    <w:r w:rsidRPr="001075AF">
      <w:rPr>
        <w:rFonts w:ascii="Arial" w:hAnsi="Arial" w:cs="Arial"/>
      </w:rPr>
      <w:t>Bilan d’accompagnement de l’élève</w:t>
    </w:r>
    <w:r w:rsidR="001C23C5">
      <w:rPr>
        <w:rFonts w:ascii="Arial" w:hAnsi="Arial" w:cs="Arial"/>
      </w:rPr>
      <w:t xml:space="preserve">                                                                                      </w:t>
    </w:r>
    <w:r w:rsidR="001C23C5" w:rsidRPr="001C23C5">
      <w:rPr>
        <w:rFonts w:ascii="Arial" w:hAnsi="Arial" w:cs="Arial"/>
      </w:rPr>
      <w:t xml:space="preserve">Page </w:t>
    </w:r>
    <w:r w:rsidR="001C23C5" w:rsidRPr="001C23C5">
      <w:rPr>
        <w:rFonts w:ascii="Arial" w:hAnsi="Arial" w:cs="Arial"/>
        <w:b/>
        <w:bCs/>
      </w:rPr>
      <w:fldChar w:fldCharType="begin"/>
    </w:r>
    <w:r w:rsidR="001C23C5" w:rsidRPr="001C23C5">
      <w:rPr>
        <w:rFonts w:ascii="Arial" w:hAnsi="Arial" w:cs="Arial"/>
        <w:b/>
        <w:bCs/>
      </w:rPr>
      <w:instrText>PAGE  \* Arabic  \* MERGEFORMAT</w:instrText>
    </w:r>
    <w:r w:rsidR="001C23C5" w:rsidRPr="001C23C5">
      <w:rPr>
        <w:rFonts w:ascii="Arial" w:hAnsi="Arial" w:cs="Arial"/>
        <w:b/>
        <w:bCs/>
      </w:rPr>
      <w:fldChar w:fldCharType="separate"/>
    </w:r>
    <w:r w:rsidR="005B3544">
      <w:rPr>
        <w:rFonts w:ascii="Arial" w:hAnsi="Arial" w:cs="Arial"/>
        <w:b/>
        <w:bCs/>
        <w:noProof/>
      </w:rPr>
      <w:t>2</w:t>
    </w:r>
    <w:r w:rsidR="001C23C5" w:rsidRPr="001C23C5">
      <w:rPr>
        <w:rFonts w:ascii="Arial" w:hAnsi="Arial" w:cs="Arial"/>
        <w:b/>
        <w:bCs/>
      </w:rPr>
      <w:fldChar w:fldCharType="end"/>
    </w:r>
    <w:r w:rsidR="001C23C5" w:rsidRPr="001C23C5">
      <w:rPr>
        <w:rFonts w:ascii="Arial" w:hAnsi="Arial" w:cs="Arial"/>
      </w:rPr>
      <w:t xml:space="preserve"> sur </w:t>
    </w:r>
    <w:r w:rsidR="001C23C5" w:rsidRPr="001C23C5">
      <w:rPr>
        <w:rFonts w:ascii="Arial" w:hAnsi="Arial" w:cs="Arial"/>
        <w:b/>
        <w:bCs/>
      </w:rPr>
      <w:fldChar w:fldCharType="begin"/>
    </w:r>
    <w:r w:rsidR="001C23C5" w:rsidRPr="001C23C5">
      <w:rPr>
        <w:rFonts w:ascii="Arial" w:hAnsi="Arial" w:cs="Arial"/>
        <w:b/>
        <w:bCs/>
      </w:rPr>
      <w:instrText>NUMPAGES  \* Arabic  \* MERGEFORMAT</w:instrText>
    </w:r>
    <w:r w:rsidR="001C23C5" w:rsidRPr="001C23C5">
      <w:rPr>
        <w:rFonts w:ascii="Arial" w:hAnsi="Arial" w:cs="Arial"/>
        <w:b/>
        <w:bCs/>
      </w:rPr>
      <w:fldChar w:fldCharType="separate"/>
    </w:r>
    <w:r w:rsidR="005B3544">
      <w:rPr>
        <w:rFonts w:ascii="Arial" w:hAnsi="Arial" w:cs="Arial"/>
        <w:b/>
        <w:bCs/>
        <w:noProof/>
      </w:rPr>
      <w:t>4</w:t>
    </w:r>
    <w:r w:rsidR="001C23C5" w:rsidRPr="001C23C5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9D060" w14:textId="34FF8DD6" w:rsidR="00636B6C" w:rsidRPr="00636B6C" w:rsidRDefault="33B3F391" w:rsidP="33B3F391">
    <w:pPr>
      <w:pStyle w:val="Pieddepage"/>
      <w:jc w:val="center"/>
      <w:rPr>
        <w:rFonts w:ascii="Arial" w:hAnsi="Arial" w:cs="Arial"/>
      </w:rPr>
    </w:pPr>
    <w:r w:rsidRPr="33B3F391">
      <w:rPr>
        <w:rFonts w:ascii="Arial" w:hAnsi="Arial" w:cs="Arial"/>
      </w:rPr>
      <w:t xml:space="preserve">Bilan d’accompagnement de l’élève                                    Page </w:t>
    </w:r>
    <w:r w:rsidR="001C23C5" w:rsidRPr="33B3F391">
      <w:rPr>
        <w:rFonts w:ascii="Arial" w:hAnsi="Arial" w:cs="Arial"/>
        <w:b/>
        <w:bCs/>
        <w:noProof/>
      </w:rPr>
      <w:fldChar w:fldCharType="begin"/>
    </w:r>
    <w:r w:rsidR="001C23C5" w:rsidRPr="33B3F391">
      <w:rPr>
        <w:rFonts w:ascii="Arial" w:hAnsi="Arial" w:cs="Arial"/>
        <w:b/>
        <w:bCs/>
      </w:rPr>
      <w:instrText>PAGE  \* Arabic  \* MERGEFORMAT</w:instrText>
    </w:r>
    <w:r w:rsidR="001C23C5" w:rsidRPr="33B3F391">
      <w:rPr>
        <w:rFonts w:ascii="Arial" w:hAnsi="Arial" w:cs="Arial"/>
        <w:b/>
        <w:bCs/>
      </w:rPr>
      <w:fldChar w:fldCharType="separate"/>
    </w:r>
    <w:r w:rsidRPr="33B3F391">
      <w:rPr>
        <w:rFonts w:ascii="Arial" w:hAnsi="Arial" w:cs="Arial"/>
        <w:b/>
        <w:bCs/>
        <w:noProof/>
      </w:rPr>
      <w:t>3</w:t>
    </w:r>
    <w:r w:rsidR="001C23C5" w:rsidRPr="33B3F391">
      <w:rPr>
        <w:rFonts w:ascii="Arial" w:hAnsi="Arial" w:cs="Arial"/>
        <w:b/>
        <w:bCs/>
        <w:noProof/>
      </w:rPr>
      <w:fldChar w:fldCharType="end"/>
    </w:r>
    <w:r w:rsidRPr="33B3F391">
      <w:rPr>
        <w:rFonts w:ascii="Arial" w:hAnsi="Arial" w:cs="Arial"/>
      </w:rPr>
      <w:t xml:space="preserve"> sur  </w:t>
    </w:r>
    <w:r w:rsidR="001C23C5" w:rsidRPr="33B3F391">
      <w:rPr>
        <w:rFonts w:ascii="Arial" w:hAnsi="Arial" w:cs="Arial"/>
        <w:b/>
        <w:bCs/>
        <w:noProof/>
      </w:rPr>
      <w:fldChar w:fldCharType="begin"/>
    </w:r>
    <w:r w:rsidR="001C23C5" w:rsidRPr="33B3F391">
      <w:rPr>
        <w:rFonts w:ascii="Arial" w:hAnsi="Arial" w:cs="Arial"/>
        <w:b/>
        <w:bCs/>
      </w:rPr>
      <w:instrText>NUMPAGES  \* Arabic  \* MERGEFORMAT</w:instrText>
    </w:r>
    <w:r w:rsidR="001C23C5" w:rsidRPr="33B3F391">
      <w:rPr>
        <w:rFonts w:ascii="Arial" w:hAnsi="Arial" w:cs="Arial"/>
        <w:b/>
        <w:bCs/>
      </w:rPr>
      <w:fldChar w:fldCharType="separate"/>
    </w:r>
    <w:r w:rsidRPr="33B3F391">
      <w:rPr>
        <w:rFonts w:ascii="Arial" w:hAnsi="Arial" w:cs="Arial"/>
        <w:b/>
        <w:bCs/>
        <w:noProof/>
      </w:rPr>
      <w:t>4</w:t>
    </w:r>
    <w:r w:rsidR="001C23C5" w:rsidRPr="33B3F391">
      <w:rPr>
        <w:rFonts w:ascii="Arial" w:hAnsi="Arial" w:cs="Arial"/>
        <w:b/>
        <w:bCs/>
        <w:noProof/>
      </w:rPr>
      <w:fldChar w:fldCharType="end"/>
    </w:r>
    <w:r w:rsidRPr="33B3F391">
      <w:rPr>
        <w:rFonts w:ascii="Arial" w:hAnsi="Arial" w:cs="Arial"/>
      </w:rPr>
      <w:t xml:space="preserve">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B97AC" w14:textId="79D88B98" w:rsidR="001C23C5" w:rsidRPr="00636B6C" w:rsidRDefault="001C23C5" w:rsidP="00636B6C">
    <w:pPr>
      <w:pStyle w:val="Pieddepage"/>
      <w:jc w:val="center"/>
      <w:rPr>
        <w:rFonts w:ascii="Arial" w:hAnsi="Arial" w:cs="Arial"/>
      </w:rPr>
    </w:pPr>
    <w:r w:rsidRPr="001075AF">
      <w:rPr>
        <w:rFonts w:ascii="Arial" w:hAnsi="Arial" w:cs="Arial"/>
      </w:rPr>
      <w:t>Bilan d’accompagnement de l’élève</w:t>
    </w:r>
    <w:r>
      <w:rPr>
        <w:rFonts w:ascii="Arial" w:hAnsi="Arial" w:cs="Arial"/>
      </w:rPr>
      <w:t xml:space="preserve">                                                                                      </w:t>
    </w:r>
    <w:r w:rsidRPr="001C23C5">
      <w:rPr>
        <w:rFonts w:ascii="Arial" w:hAnsi="Arial" w:cs="Arial"/>
      </w:rPr>
      <w:t xml:space="preserve">Page </w:t>
    </w:r>
    <w:r w:rsidRPr="001C23C5">
      <w:rPr>
        <w:rFonts w:ascii="Arial" w:hAnsi="Arial" w:cs="Arial"/>
        <w:b/>
        <w:bCs/>
      </w:rPr>
      <w:fldChar w:fldCharType="begin"/>
    </w:r>
    <w:r w:rsidRPr="001C23C5">
      <w:rPr>
        <w:rFonts w:ascii="Arial" w:hAnsi="Arial" w:cs="Arial"/>
        <w:b/>
        <w:bCs/>
      </w:rPr>
      <w:instrText>PAGE  \* Arabic  \* MERGEFORMAT</w:instrText>
    </w:r>
    <w:r w:rsidRPr="001C23C5">
      <w:rPr>
        <w:rFonts w:ascii="Arial" w:hAnsi="Arial" w:cs="Arial"/>
        <w:b/>
        <w:bCs/>
      </w:rPr>
      <w:fldChar w:fldCharType="separate"/>
    </w:r>
    <w:r w:rsidR="00F72DE3">
      <w:rPr>
        <w:rFonts w:ascii="Arial" w:hAnsi="Arial" w:cs="Arial"/>
        <w:b/>
        <w:bCs/>
        <w:noProof/>
      </w:rPr>
      <w:t>4</w:t>
    </w:r>
    <w:r w:rsidRPr="001C23C5">
      <w:rPr>
        <w:rFonts w:ascii="Arial" w:hAnsi="Arial" w:cs="Arial"/>
        <w:b/>
        <w:bCs/>
      </w:rPr>
      <w:fldChar w:fldCharType="end"/>
    </w:r>
    <w:r w:rsidRPr="001C23C5">
      <w:rPr>
        <w:rFonts w:ascii="Arial" w:hAnsi="Arial" w:cs="Arial"/>
      </w:rPr>
      <w:t xml:space="preserve"> sur </w:t>
    </w:r>
    <w:r w:rsidRPr="001C23C5">
      <w:rPr>
        <w:rFonts w:ascii="Arial" w:hAnsi="Arial" w:cs="Arial"/>
        <w:b/>
        <w:bCs/>
      </w:rPr>
      <w:fldChar w:fldCharType="begin"/>
    </w:r>
    <w:r w:rsidRPr="001C23C5">
      <w:rPr>
        <w:rFonts w:ascii="Arial" w:hAnsi="Arial" w:cs="Arial"/>
        <w:b/>
        <w:bCs/>
      </w:rPr>
      <w:instrText>NUMPAGES  \* Arabic  \* MERGEFORMAT</w:instrText>
    </w:r>
    <w:r w:rsidRPr="001C23C5">
      <w:rPr>
        <w:rFonts w:ascii="Arial" w:hAnsi="Arial" w:cs="Arial"/>
        <w:b/>
        <w:bCs/>
      </w:rPr>
      <w:fldChar w:fldCharType="separate"/>
    </w:r>
    <w:r w:rsidR="00F72DE3">
      <w:rPr>
        <w:rFonts w:ascii="Arial" w:hAnsi="Arial" w:cs="Arial"/>
        <w:b/>
        <w:bCs/>
        <w:noProof/>
      </w:rPr>
      <w:t>4</w:t>
    </w:r>
    <w:r w:rsidRPr="001C23C5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6C226" w14:textId="77777777" w:rsidR="00FD0CCF" w:rsidRDefault="00FD0CCF" w:rsidP="00BD2D2B">
      <w:r>
        <w:separator/>
      </w:r>
    </w:p>
  </w:footnote>
  <w:footnote w:type="continuationSeparator" w:id="0">
    <w:p w14:paraId="3A671F67" w14:textId="77777777" w:rsidR="00FD0CCF" w:rsidRDefault="00FD0CCF" w:rsidP="00BD2D2B">
      <w:r>
        <w:continuationSeparator/>
      </w:r>
    </w:p>
  </w:footnote>
  <w:footnote w:id="1">
    <w:p w14:paraId="746D9491" w14:textId="77777777" w:rsidR="001075AF" w:rsidRPr="00600997" w:rsidRDefault="001075AF" w:rsidP="001075AF">
      <w:pPr>
        <w:pStyle w:val="Notedebasdepage"/>
        <w:jc w:val="both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Responsable administratif et financier</w:t>
      </w:r>
    </w:p>
  </w:footnote>
  <w:footnote w:id="2">
    <w:p w14:paraId="2AE983AD" w14:textId="06701BF8" w:rsidR="001075AF" w:rsidRPr="00600997" w:rsidRDefault="001075AF" w:rsidP="001075AF">
      <w:pPr>
        <w:pStyle w:val="Notedebasdepage"/>
        <w:jc w:val="both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Organisme à l’origine de l’orientation du participant vers le dispositif</w:t>
      </w:r>
    </w:p>
  </w:footnote>
  <w:footnote w:id="3">
    <w:p w14:paraId="5B6D4735" w14:textId="77777777" w:rsidR="001075AF" w:rsidRDefault="001075AF" w:rsidP="001075AF">
      <w:pPr>
        <w:pStyle w:val="Notedebasdepage"/>
        <w:jc w:val="both"/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0A51A169" w14:textId="77777777" w:rsidR="00636B6C" w:rsidRPr="00600997" w:rsidRDefault="00636B6C" w:rsidP="00636B6C">
      <w:pPr>
        <w:pStyle w:val="Notedebasdepage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</w:t>
      </w:r>
      <w:proofErr w:type="gramStart"/>
      <w:r w:rsidRPr="00600997">
        <w:rPr>
          <w:rFonts w:ascii="Arial" w:hAnsi="Arial" w:cs="Arial"/>
        </w:rPr>
        <w:t>reprendre</w:t>
      </w:r>
      <w:proofErr w:type="gramEnd"/>
      <w:r w:rsidRPr="00600997">
        <w:rPr>
          <w:rFonts w:ascii="Arial" w:hAnsi="Arial" w:cs="Arial"/>
        </w:rPr>
        <w:t xml:space="preserve"> les informations inscrites lors du positionnement</w:t>
      </w:r>
    </w:p>
  </w:footnote>
  <w:footnote w:id="5">
    <w:p w14:paraId="78A9F4DC" w14:textId="77777777" w:rsidR="00636B6C" w:rsidRPr="00600997" w:rsidRDefault="00636B6C" w:rsidP="00636B6C">
      <w:pPr>
        <w:pStyle w:val="Notedebasdepage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</w:t>
      </w:r>
      <w:proofErr w:type="gramStart"/>
      <w:r w:rsidRPr="00600997">
        <w:rPr>
          <w:rFonts w:ascii="Arial" w:hAnsi="Arial" w:cs="Arial"/>
        </w:rPr>
        <w:t>reprendre</w:t>
      </w:r>
      <w:proofErr w:type="gramEnd"/>
      <w:r w:rsidRPr="00600997">
        <w:rPr>
          <w:rFonts w:ascii="Arial" w:hAnsi="Arial" w:cs="Arial"/>
        </w:rPr>
        <w:t xml:space="preserve"> les informations inscrites lors du positionnement</w:t>
      </w:r>
    </w:p>
  </w:footnote>
  <w:footnote w:id="6">
    <w:p w14:paraId="2B239336" w14:textId="77777777" w:rsidR="00636B6C" w:rsidRDefault="00636B6C" w:rsidP="00636B6C">
      <w:pPr>
        <w:pStyle w:val="Notedebasdepage"/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</w:t>
      </w:r>
      <w:proofErr w:type="gramStart"/>
      <w:r w:rsidRPr="00600997">
        <w:rPr>
          <w:rFonts w:ascii="Arial" w:hAnsi="Arial" w:cs="Arial"/>
        </w:rPr>
        <w:t>progrès</w:t>
      </w:r>
      <w:proofErr w:type="gramEnd"/>
      <w:r w:rsidRPr="00600997">
        <w:rPr>
          <w:rFonts w:ascii="Arial" w:hAnsi="Arial" w:cs="Arial"/>
        </w:rPr>
        <w:t xml:space="preserve"> réalisés si résultat non atteint, éléments de contexte,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9F9A8C5" w14:paraId="33F494A9" w14:textId="77777777" w:rsidTr="19F9A8C5">
      <w:trPr>
        <w:trHeight w:val="300"/>
      </w:trPr>
      <w:tc>
        <w:tcPr>
          <w:tcW w:w="3020" w:type="dxa"/>
        </w:tcPr>
        <w:p w14:paraId="73CDB8FA" w14:textId="7F1C587E" w:rsidR="19F9A8C5" w:rsidRDefault="19F9A8C5" w:rsidP="19F9A8C5">
          <w:pPr>
            <w:pStyle w:val="En-tte"/>
            <w:ind w:left="-115"/>
          </w:pPr>
        </w:p>
      </w:tc>
      <w:tc>
        <w:tcPr>
          <w:tcW w:w="3020" w:type="dxa"/>
        </w:tcPr>
        <w:p w14:paraId="2864CF6B" w14:textId="197CDBA8" w:rsidR="19F9A8C5" w:rsidRDefault="19F9A8C5" w:rsidP="19F9A8C5">
          <w:pPr>
            <w:pStyle w:val="En-tte"/>
            <w:jc w:val="center"/>
          </w:pPr>
        </w:p>
      </w:tc>
      <w:tc>
        <w:tcPr>
          <w:tcW w:w="3020" w:type="dxa"/>
        </w:tcPr>
        <w:p w14:paraId="676A997D" w14:textId="48E60ADE" w:rsidR="19F9A8C5" w:rsidRDefault="19F9A8C5" w:rsidP="19F9A8C5">
          <w:pPr>
            <w:pStyle w:val="En-tte"/>
            <w:ind w:right="-115"/>
            <w:jc w:val="right"/>
          </w:pPr>
        </w:p>
      </w:tc>
    </w:tr>
  </w:tbl>
  <w:p w14:paraId="438266CE" w14:textId="1CE1E566" w:rsidR="19F9A8C5" w:rsidRDefault="19F9A8C5" w:rsidP="19F9A8C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85D97" w14:textId="55B60535" w:rsidR="00E0279F" w:rsidRDefault="33B3F391" w:rsidP="006B1D58">
    <w:pPr>
      <w:pStyle w:val="En-tte"/>
      <w:ind w:left="13" w:hanging="70"/>
    </w:pPr>
    <w:r>
      <w:rPr>
        <w:noProof/>
      </w:rPr>
      <w:t xml:space="preserve"> </w:t>
    </w:r>
    <w:r>
      <w:rPr>
        <w:noProof/>
      </w:rPr>
      <w:drawing>
        <wp:inline distT="0" distB="0" distL="0" distR="0" wp14:anchorId="1EF96FF6" wp14:editId="45F66A12">
          <wp:extent cx="2011855" cy="524301"/>
          <wp:effectExtent l="0" t="0" r="0" b="0"/>
          <wp:docPr id="1761956166" name="Image 17619561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1855" cy="5243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25FDDB6" wp14:editId="4CEB9C3B">
          <wp:extent cx="2578832" cy="542591"/>
          <wp:effectExtent l="0" t="0" r="0" b="0"/>
          <wp:docPr id="1600007294" name="Image 16000072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8832" cy="542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19F9A8C5" w14:paraId="7AD4F57A" w14:textId="77777777" w:rsidTr="19F9A8C5">
      <w:trPr>
        <w:trHeight w:val="300"/>
      </w:trPr>
      <w:tc>
        <w:tcPr>
          <w:tcW w:w="4665" w:type="dxa"/>
        </w:tcPr>
        <w:p w14:paraId="506BB0E4" w14:textId="5368F4F4" w:rsidR="19F9A8C5" w:rsidRDefault="19F9A8C5" w:rsidP="19F9A8C5">
          <w:pPr>
            <w:pStyle w:val="En-tte"/>
            <w:ind w:left="-115"/>
          </w:pPr>
        </w:p>
      </w:tc>
      <w:tc>
        <w:tcPr>
          <w:tcW w:w="4665" w:type="dxa"/>
        </w:tcPr>
        <w:p w14:paraId="2E7E73CA" w14:textId="7A903D9A" w:rsidR="19F9A8C5" w:rsidRDefault="19F9A8C5" w:rsidP="19F9A8C5">
          <w:pPr>
            <w:pStyle w:val="En-tte"/>
            <w:jc w:val="center"/>
          </w:pPr>
        </w:p>
      </w:tc>
      <w:tc>
        <w:tcPr>
          <w:tcW w:w="4665" w:type="dxa"/>
        </w:tcPr>
        <w:p w14:paraId="07972CAD" w14:textId="41139ADB" w:rsidR="19F9A8C5" w:rsidRDefault="19F9A8C5" w:rsidP="19F9A8C5">
          <w:pPr>
            <w:pStyle w:val="En-tte"/>
            <w:ind w:right="-115"/>
            <w:jc w:val="right"/>
          </w:pPr>
        </w:p>
      </w:tc>
    </w:tr>
  </w:tbl>
  <w:p w14:paraId="16728AD7" w14:textId="7DD42DAF" w:rsidR="19F9A8C5" w:rsidRDefault="19F9A8C5" w:rsidP="19F9A8C5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95C0E" w14:textId="77777777" w:rsidR="00636B6C" w:rsidRDefault="00636B6C" w:rsidP="006B1D58">
    <w:pPr>
      <w:pStyle w:val="En-tte"/>
      <w:ind w:left="13" w:hanging="70"/>
    </w:pPr>
    <w:r>
      <w:rPr>
        <w:noProof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9F9A8C5" w14:paraId="63A4CF49" w14:textId="77777777" w:rsidTr="19F9A8C5">
      <w:trPr>
        <w:trHeight w:val="300"/>
      </w:trPr>
      <w:tc>
        <w:tcPr>
          <w:tcW w:w="3020" w:type="dxa"/>
        </w:tcPr>
        <w:p w14:paraId="3C5572CB" w14:textId="77431151" w:rsidR="19F9A8C5" w:rsidRDefault="19F9A8C5" w:rsidP="19F9A8C5">
          <w:pPr>
            <w:pStyle w:val="En-tte"/>
            <w:ind w:left="-115"/>
          </w:pPr>
        </w:p>
      </w:tc>
      <w:tc>
        <w:tcPr>
          <w:tcW w:w="3020" w:type="dxa"/>
        </w:tcPr>
        <w:p w14:paraId="478C9D04" w14:textId="48F5017D" w:rsidR="19F9A8C5" w:rsidRDefault="19F9A8C5" w:rsidP="19F9A8C5">
          <w:pPr>
            <w:pStyle w:val="En-tte"/>
            <w:jc w:val="center"/>
          </w:pPr>
        </w:p>
      </w:tc>
      <w:tc>
        <w:tcPr>
          <w:tcW w:w="3020" w:type="dxa"/>
        </w:tcPr>
        <w:p w14:paraId="06D3CA4D" w14:textId="23699D9B" w:rsidR="19F9A8C5" w:rsidRDefault="19F9A8C5" w:rsidP="19F9A8C5">
          <w:pPr>
            <w:pStyle w:val="En-tte"/>
            <w:ind w:right="-115"/>
            <w:jc w:val="right"/>
          </w:pPr>
        </w:p>
      </w:tc>
    </w:tr>
  </w:tbl>
  <w:p w14:paraId="56AB2E4E" w14:textId="62570FCC" w:rsidR="19F9A8C5" w:rsidRDefault="19F9A8C5" w:rsidP="19F9A8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9146746">
    <w:abstractNumId w:val="18"/>
  </w:num>
  <w:num w:numId="2" w16cid:durableId="1912352246">
    <w:abstractNumId w:val="24"/>
  </w:num>
  <w:num w:numId="3" w16cid:durableId="1093671227">
    <w:abstractNumId w:val="9"/>
  </w:num>
  <w:num w:numId="4" w16cid:durableId="83574394">
    <w:abstractNumId w:val="28"/>
  </w:num>
  <w:num w:numId="5" w16cid:durableId="204222154">
    <w:abstractNumId w:val="31"/>
  </w:num>
  <w:num w:numId="6" w16cid:durableId="474567416">
    <w:abstractNumId w:val="12"/>
  </w:num>
  <w:num w:numId="7" w16cid:durableId="272565007">
    <w:abstractNumId w:val="27"/>
  </w:num>
  <w:num w:numId="8" w16cid:durableId="295796352">
    <w:abstractNumId w:val="22"/>
  </w:num>
  <w:num w:numId="9" w16cid:durableId="27267810">
    <w:abstractNumId w:val="17"/>
  </w:num>
  <w:num w:numId="10" w16cid:durableId="243689059">
    <w:abstractNumId w:val="25"/>
  </w:num>
  <w:num w:numId="11" w16cid:durableId="1643579191">
    <w:abstractNumId w:val="2"/>
  </w:num>
  <w:num w:numId="12" w16cid:durableId="790788331">
    <w:abstractNumId w:val="6"/>
  </w:num>
  <w:num w:numId="13" w16cid:durableId="325672860">
    <w:abstractNumId w:val="4"/>
  </w:num>
  <w:num w:numId="14" w16cid:durableId="816068540">
    <w:abstractNumId w:val="23"/>
  </w:num>
  <w:num w:numId="15" w16cid:durableId="915672143">
    <w:abstractNumId w:val="14"/>
  </w:num>
  <w:num w:numId="16" w16cid:durableId="1494031883">
    <w:abstractNumId w:val="3"/>
  </w:num>
  <w:num w:numId="17" w16cid:durableId="550383044">
    <w:abstractNumId w:val="0"/>
  </w:num>
  <w:num w:numId="18" w16cid:durableId="991325912">
    <w:abstractNumId w:val="29"/>
  </w:num>
  <w:num w:numId="19" w16cid:durableId="570892109">
    <w:abstractNumId w:val="26"/>
  </w:num>
  <w:num w:numId="20" w16cid:durableId="1955668012">
    <w:abstractNumId w:val="1"/>
  </w:num>
  <w:num w:numId="21" w16cid:durableId="899170166">
    <w:abstractNumId w:val="11"/>
  </w:num>
  <w:num w:numId="22" w16cid:durableId="1186211847">
    <w:abstractNumId w:val="21"/>
  </w:num>
  <w:num w:numId="23" w16cid:durableId="1893887981">
    <w:abstractNumId w:val="20"/>
  </w:num>
  <w:num w:numId="24" w16cid:durableId="805200314">
    <w:abstractNumId w:val="34"/>
  </w:num>
  <w:num w:numId="25" w16cid:durableId="585650855">
    <w:abstractNumId w:val="15"/>
  </w:num>
  <w:num w:numId="26" w16cid:durableId="1917127773">
    <w:abstractNumId w:val="16"/>
  </w:num>
  <w:num w:numId="27" w16cid:durableId="865679738">
    <w:abstractNumId w:val="33"/>
  </w:num>
  <w:num w:numId="28" w16cid:durableId="1008024496">
    <w:abstractNumId w:val="7"/>
  </w:num>
  <w:num w:numId="29" w16cid:durableId="471100470">
    <w:abstractNumId w:val="5"/>
  </w:num>
  <w:num w:numId="30" w16cid:durableId="414084712">
    <w:abstractNumId w:val="10"/>
  </w:num>
  <w:num w:numId="31" w16cid:durableId="1080492875">
    <w:abstractNumId w:val="30"/>
  </w:num>
  <w:num w:numId="32" w16cid:durableId="1601254959">
    <w:abstractNumId w:val="13"/>
  </w:num>
  <w:num w:numId="33" w16cid:durableId="2121954495">
    <w:abstractNumId w:val="32"/>
  </w:num>
  <w:num w:numId="34" w16cid:durableId="1380857661">
    <w:abstractNumId w:val="8"/>
  </w:num>
  <w:num w:numId="35" w16cid:durableId="21315095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3C5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2427"/>
    <w:rsid w:val="00033404"/>
    <w:rsid w:val="0003394D"/>
    <w:rsid w:val="00035385"/>
    <w:rsid w:val="000378DB"/>
    <w:rsid w:val="00043608"/>
    <w:rsid w:val="0004418D"/>
    <w:rsid w:val="0004574C"/>
    <w:rsid w:val="00051676"/>
    <w:rsid w:val="0005517E"/>
    <w:rsid w:val="00057E80"/>
    <w:rsid w:val="000609E5"/>
    <w:rsid w:val="000616B6"/>
    <w:rsid w:val="00063231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303"/>
    <w:rsid w:val="000877C2"/>
    <w:rsid w:val="000938A4"/>
    <w:rsid w:val="000959DB"/>
    <w:rsid w:val="000A0144"/>
    <w:rsid w:val="000A16CC"/>
    <w:rsid w:val="000A2001"/>
    <w:rsid w:val="000B3296"/>
    <w:rsid w:val="000B4897"/>
    <w:rsid w:val="000B4A71"/>
    <w:rsid w:val="000B4D1B"/>
    <w:rsid w:val="000B52F0"/>
    <w:rsid w:val="000C0E5E"/>
    <w:rsid w:val="000D0E41"/>
    <w:rsid w:val="000D26B8"/>
    <w:rsid w:val="000D7A67"/>
    <w:rsid w:val="000D7CF2"/>
    <w:rsid w:val="000E163A"/>
    <w:rsid w:val="000E2BDA"/>
    <w:rsid w:val="000E6631"/>
    <w:rsid w:val="000E6F68"/>
    <w:rsid w:val="000E7F40"/>
    <w:rsid w:val="000F42EA"/>
    <w:rsid w:val="000F45A2"/>
    <w:rsid w:val="00100165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1DD5"/>
    <w:rsid w:val="00141F33"/>
    <w:rsid w:val="001445ED"/>
    <w:rsid w:val="0015155B"/>
    <w:rsid w:val="001538FE"/>
    <w:rsid w:val="0015503A"/>
    <w:rsid w:val="00157E38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3ABB"/>
    <w:rsid w:val="0018507C"/>
    <w:rsid w:val="00185E11"/>
    <w:rsid w:val="0018794F"/>
    <w:rsid w:val="00187BF5"/>
    <w:rsid w:val="00187F72"/>
    <w:rsid w:val="00191AB6"/>
    <w:rsid w:val="00196D85"/>
    <w:rsid w:val="001972BC"/>
    <w:rsid w:val="001A2A30"/>
    <w:rsid w:val="001A32C5"/>
    <w:rsid w:val="001A5685"/>
    <w:rsid w:val="001A7BF8"/>
    <w:rsid w:val="001B4D65"/>
    <w:rsid w:val="001B5829"/>
    <w:rsid w:val="001C23C5"/>
    <w:rsid w:val="001C3D9B"/>
    <w:rsid w:val="001D015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6C6F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44C0C"/>
    <w:rsid w:val="00250E71"/>
    <w:rsid w:val="0025506A"/>
    <w:rsid w:val="00262AC4"/>
    <w:rsid w:val="0026322A"/>
    <w:rsid w:val="0026458B"/>
    <w:rsid w:val="002666EC"/>
    <w:rsid w:val="002669AA"/>
    <w:rsid w:val="00271651"/>
    <w:rsid w:val="0027734D"/>
    <w:rsid w:val="00280620"/>
    <w:rsid w:val="00280E87"/>
    <w:rsid w:val="00284ED9"/>
    <w:rsid w:val="0029182B"/>
    <w:rsid w:val="0029198B"/>
    <w:rsid w:val="002943CE"/>
    <w:rsid w:val="002A12DB"/>
    <w:rsid w:val="002A6538"/>
    <w:rsid w:val="002B09B0"/>
    <w:rsid w:val="002B0D24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3BBE"/>
    <w:rsid w:val="002D7D14"/>
    <w:rsid w:val="002E19C0"/>
    <w:rsid w:val="002E27EE"/>
    <w:rsid w:val="002E4874"/>
    <w:rsid w:val="002F3E7E"/>
    <w:rsid w:val="002F530E"/>
    <w:rsid w:val="00301D09"/>
    <w:rsid w:val="003043B5"/>
    <w:rsid w:val="00307285"/>
    <w:rsid w:val="00310C2F"/>
    <w:rsid w:val="003117B5"/>
    <w:rsid w:val="003121CE"/>
    <w:rsid w:val="00312E13"/>
    <w:rsid w:val="003150AE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0BF7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391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76D0"/>
    <w:rsid w:val="00430E32"/>
    <w:rsid w:val="00431070"/>
    <w:rsid w:val="00431300"/>
    <w:rsid w:val="004332DB"/>
    <w:rsid w:val="0043571B"/>
    <w:rsid w:val="00437702"/>
    <w:rsid w:val="00437F8C"/>
    <w:rsid w:val="00441AB7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767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59E5"/>
    <w:rsid w:val="00516109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A5E3E"/>
    <w:rsid w:val="005B3544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0997"/>
    <w:rsid w:val="00603561"/>
    <w:rsid w:val="00604AB9"/>
    <w:rsid w:val="006111F6"/>
    <w:rsid w:val="006151BA"/>
    <w:rsid w:val="00616B3A"/>
    <w:rsid w:val="00617303"/>
    <w:rsid w:val="00620398"/>
    <w:rsid w:val="0063305F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4D45"/>
    <w:rsid w:val="006A6201"/>
    <w:rsid w:val="006A6C01"/>
    <w:rsid w:val="006A73AD"/>
    <w:rsid w:val="006A76EE"/>
    <w:rsid w:val="006B0D2B"/>
    <w:rsid w:val="006B1D58"/>
    <w:rsid w:val="006B2963"/>
    <w:rsid w:val="006B630B"/>
    <w:rsid w:val="006C1F3D"/>
    <w:rsid w:val="006D062B"/>
    <w:rsid w:val="006D5DEF"/>
    <w:rsid w:val="006F43F2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C7398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37DA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5460D"/>
    <w:rsid w:val="00854F8F"/>
    <w:rsid w:val="008565F8"/>
    <w:rsid w:val="0085714E"/>
    <w:rsid w:val="00857702"/>
    <w:rsid w:val="0085798E"/>
    <w:rsid w:val="00861713"/>
    <w:rsid w:val="00863951"/>
    <w:rsid w:val="00866398"/>
    <w:rsid w:val="008716D3"/>
    <w:rsid w:val="00874E02"/>
    <w:rsid w:val="0088752E"/>
    <w:rsid w:val="00887BBD"/>
    <w:rsid w:val="00894864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F159D"/>
    <w:rsid w:val="008F71C2"/>
    <w:rsid w:val="009045A7"/>
    <w:rsid w:val="0091014D"/>
    <w:rsid w:val="0091168A"/>
    <w:rsid w:val="00913FBA"/>
    <w:rsid w:val="00914B38"/>
    <w:rsid w:val="0091658C"/>
    <w:rsid w:val="00917F76"/>
    <w:rsid w:val="00924501"/>
    <w:rsid w:val="00935220"/>
    <w:rsid w:val="0094229F"/>
    <w:rsid w:val="00942CA3"/>
    <w:rsid w:val="00945A23"/>
    <w:rsid w:val="009469A8"/>
    <w:rsid w:val="0094743D"/>
    <w:rsid w:val="009524B8"/>
    <w:rsid w:val="00952C69"/>
    <w:rsid w:val="00952C79"/>
    <w:rsid w:val="00966806"/>
    <w:rsid w:val="009677E7"/>
    <w:rsid w:val="00970299"/>
    <w:rsid w:val="00972170"/>
    <w:rsid w:val="00972428"/>
    <w:rsid w:val="00982C67"/>
    <w:rsid w:val="00985999"/>
    <w:rsid w:val="00985A5C"/>
    <w:rsid w:val="00986C51"/>
    <w:rsid w:val="00987C1B"/>
    <w:rsid w:val="009913E7"/>
    <w:rsid w:val="00992AC8"/>
    <w:rsid w:val="00995ED8"/>
    <w:rsid w:val="009A266B"/>
    <w:rsid w:val="009A5C48"/>
    <w:rsid w:val="009B01D0"/>
    <w:rsid w:val="009B2304"/>
    <w:rsid w:val="009B5595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178E6"/>
    <w:rsid w:val="00A2242D"/>
    <w:rsid w:val="00A25EB3"/>
    <w:rsid w:val="00A312EB"/>
    <w:rsid w:val="00A50A02"/>
    <w:rsid w:val="00A51522"/>
    <w:rsid w:val="00A604BA"/>
    <w:rsid w:val="00A606FC"/>
    <w:rsid w:val="00A62FC6"/>
    <w:rsid w:val="00A8274D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26E8"/>
    <w:rsid w:val="00AA68D7"/>
    <w:rsid w:val="00AA7119"/>
    <w:rsid w:val="00AB5AFD"/>
    <w:rsid w:val="00AC3955"/>
    <w:rsid w:val="00AD63CD"/>
    <w:rsid w:val="00AE064A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661"/>
    <w:rsid w:val="00B33EA7"/>
    <w:rsid w:val="00B37BFD"/>
    <w:rsid w:val="00B45E64"/>
    <w:rsid w:val="00B5129E"/>
    <w:rsid w:val="00B54B96"/>
    <w:rsid w:val="00B61435"/>
    <w:rsid w:val="00B712C0"/>
    <w:rsid w:val="00B71B85"/>
    <w:rsid w:val="00B72FD9"/>
    <w:rsid w:val="00B81A1F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5225"/>
    <w:rsid w:val="00BD596F"/>
    <w:rsid w:val="00BD6BFE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04A0"/>
    <w:rsid w:val="00C21C1A"/>
    <w:rsid w:val="00C23BE3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39E9"/>
    <w:rsid w:val="00CA41D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11622"/>
    <w:rsid w:val="00D161E9"/>
    <w:rsid w:val="00D16820"/>
    <w:rsid w:val="00D205EA"/>
    <w:rsid w:val="00D2369A"/>
    <w:rsid w:val="00D24760"/>
    <w:rsid w:val="00D262FF"/>
    <w:rsid w:val="00D27C86"/>
    <w:rsid w:val="00D32CAF"/>
    <w:rsid w:val="00D33C61"/>
    <w:rsid w:val="00D4197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98B"/>
    <w:rsid w:val="00DA72BC"/>
    <w:rsid w:val="00DB20AB"/>
    <w:rsid w:val="00DB4B85"/>
    <w:rsid w:val="00DB7BA9"/>
    <w:rsid w:val="00DC0B18"/>
    <w:rsid w:val="00DC5850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04639"/>
    <w:rsid w:val="00E10C6D"/>
    <w:rsid w:val="00E1238B"/>
    <w:rsid w:val="00E20146"/>
    <w:rsid w:val="00E20B0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3E16"/>
    <w:rsid w:val="00E555F5"/>
    <w:rsid w:val="00E57E8F"/>
    <w:rsid w:val="00E65A6F"/>
    <w:rsid w:val="00E73155"/>
    <w:rsid w:val="00E746C1"/>
    <w:rsid w:val="00E74BF8"/>
    <w:rsid w:val="00E80CAA"/>
    <w:rsid w:val="00E82EC9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4057"/>
    <w:rsid w:val="00EB52A4"/>
    <w:rsid w:val="00EC29E9"/>
    <w:rsid w:val="00EC5664"/>
    <w:rsid w:val="00ED174F"/>
    <w:rsid w:val="00ED612C"/>
    <w:rsid w:val="00EF4997"/>
    <w:rsid w:val="00EF50D0"/>
    <w:rsid w:val="00F020F1"/>
    <w:rsid w:val="00F026B7"/>
    <w:rsid w:val="00F047CF"/>
    <w:rsid w:val="00F050B4"/>
    <w:rsid w:val="00F06FA1"/>
    <w:rsid w:val="00F22CC5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2DE3"/>
    <w:rsid w:val="00F74552"/>
    <w:rsid w:val="00F75E3F"/>
    <w:rsid w:val="00F81BEF"/>
    <w:rsid w:val="00F82681"/>
    <w:rsid w:val="00F82F16"/>
    <w:rsid w:val="00F86CCA"/>
    <w:rsid w:val="00F9432D"/>
    <w:rsid w:val="00F95746"/>
    <w:rsid w:val="00FA082E"/>
    <w:rsid w:val="00FA4A55"/>
    <w:rsid w:val="00FB1381"/>
    <w:rsid w:val="00FB5BD3"/>
    <w:rsid w:val="00FC08D6"/>
    <w:rsid w:val="00FC0EB4"/>
    <w:rsid w:val="00FC2364"/>
    <w:rsid w:val="00FD0CCF"/>
    <w:rsid w:val="00FE38B3"/>
    <w:rsid w:val="00FE522C"/>
    <w:rsid w:val="00FF0F88"/>
    <w:rsid w:val="00FF1201"/>
    <w:rsid w:val="00FF44C6"/>
    <w:rsid w:val="00FF6D9D"/>
    <w:rsid w:val="19F9A8C5"/>
    <w:rsid w:val="1B51B5D1"/>
    <w:rsid w:val="1D922060"/>
    <w:rsid w:val="1E859237"/>
    <w:rsid w:val="33B3F391"/>
    <w:rsid w:val="3A81BEA7"/>
    <w:rsid w:val="3FB8F2C7"/>
    <w:rsid w:val="4021645A"/>
    <w:rsid w:val="4CF057C9"/>
    <w:rsid w:val="4F7579A5"/>
    <w:rsid w:val="509790CE"/>
    <w:rsid w:val="517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BF0019"/>
  <w15:docId w15:val="{8E95C2BD-9061-4CC8-8BC0-CF20176D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231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Textedelespacerserv">
    <w:name w:val="Placeholder Text"/>
    <w:basedOn w:val="Policepardfaut"/>
    <w:uiPriority w:val="99"/>
    <w:semiHidden/>
    <w:rsid w:val="00441A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bilan_accompagenement_&#233;l&#232;ve_ocs%20(002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686264438B4945858588D97B0CAF1D" ma:contentTypeVersion="16" ma:contentTypeDescription="Crée un document." ma:contentTypeScope="" ma:versionID="0e1bf098a07a34359a7b0af666e3e811">
  <xsd:schema xmlns:xsd="http://www.w3.org/2001/XMLSchema" xmlns:xs="http://www.w3.org/2001/XMLSchema" xmlns:p="http://schemas.microsoft.com/office/2006/metadata/properties" xmlns:ns2="aa3cb65a-d075-4dba-9496-e5b266ea378e" xmlns:ns3="3c6efe15-3d4e-4751-9a0d-5e67905b79f2" targetNamespace="http://schemas.microsoft.com/office/2006/metadata/properties" ma:root="true" ma:fieldsID="e7eb9f6d87c6312fb97c0e4a3deccebc" ns2:_="" ns3:_="">
    <xsd:import namespace="aa3cb65a-d075-4dba-9496-e5b266ea378e"/>
    <xsd:import namespace="3c6efe15-3d4e-4751-9a0d-5e67905b7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cb65a-d075-4dba-9496-e5b266ea37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d7639ba1-abb6-4a31-8bf3-4a1fed5d1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efe15-3d4e-4751-9a0d-5e67905b7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5c1f56c-030c-4cf4-8036-89840bd326a3}" ma:internalName="TaxCatchAll" ma:showField="CatchAllData" ma:web="3c6efe15-3d4e-4751-9a0d-5e67905b7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3cb65a-d075-4dba-9496-e5b266ea378e">
      <Terms xmlns="http://schemas.microsoft.com/office/infopath/2007/PartnerControls"/>
    </lcf76f155ced4ddcb4097134ff3c332f>
    <TaxCatchAll xmlns="3c6efe15-3d4e-4751-9a0d-5e67905b79f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6B0D4-36CC-4508-918E-1D358A41EE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cb65a-d075-4dba-9496-e5b266ea378e"/>
    <ds:schemaRef ds:uri="3c6efe15-3d4e-4751-9a0d-5e67905b7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DFA54D-1DBC-497A-BDC7-BF1C47C4A1BF}">
  <ds:schemaRefs>
    <ds:schemaRef ds:uri="http://schemas.microsoft.com/office/2006/metadata/properties"/>
    <ds:schemaRef ds:uri="http://schemas.microsoft.com/office/infopath/2007/PartnerControls"/>
    <ds:schemaRef ds:uri="aa3cb65a-d075-4dba-9496-e5b266ea378e"/>
    <ds:schemaRef ds:uri="3c6efe15-3d4e-4751-9a0d-5e67905b79f2"/>
  </ds:schemaRefs>
</ds:datastoreItem>
</file>

<file path=customXml/itemProps3.xml><?xml version="1.0" encoding="utf-8"?>
<ds:datastoreItem xmlns:ds="http://schemas.openxmlformats.org/officeDocument/2006/customXml" ds:itemID="{D653BADA-5F83-4CAC-9066-84846E19F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EE6273-3F4E-46A1-9FCC-080A896FD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modele_bilan_accompagenement_élève_ocs (002)</Template>
  <TotalTime>0</TotalTime>
  <Pages>4</Pages>
  <Words>325</Words>
  <Characters>1791</Characters>
  <Application>Microsoft Office Word</Application>
  <DocSecurity>0</DocSecurity>
  <Lines>14</Lines>
  <Paragraphs>4</Paragraphs>
  <ScaleCrop>false</ScaleCrop>
  <Company>CRIDF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CAILLAUD Bertille</dc:creator>
  <cp:keywords>DAE</cp:keywords>
  <cp:lastModifiedBy>Ourida PERRIN</cp:lastModifiedBy>
  <cp:revision>2</cp:revision>
  <cp:lastPrinted>2023-04-17T15:17:00Z</cp:lastPrinted>
  <dcterms:created xsi:type="dcterms:W3CDTF">2025-12-17T10:10:00Z</dcterms:created>
  <dcterms:modified xsi:type="dcterms:W3CDTF">2025-12-17T10:10:00Z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0x010100BD686264438B4945858588D97B0CAF1D</vt:lpwstr>
  </property>
  <property fmtid="{D5CDD505-2E9C-101B-9397-08002B2CF9AE}" pid="3" name="MediaServiceImageTags">
    <vt:lpwstr/>
  </property>
</Properties>
</file>